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13DC4" w14:paraId="30984844" w14:textId="77777777" w:rsidTr="00146EEC">
        <w:tc>
          <w:tcPr>
            <w:tcW w:w="2689" w:type="dxa"/>
          </w:tcPr>
          <w:p w14:paraId="224F0474" w14:textId="79CE9FE8" w:rsidR="00113DC4" w:rsidRPr="00A303A5" w:rsidRDefault="00113DC4" w:rsidP="00113DC4">
            <w:pPr>
              <w:pStyle w:val="SIText"/>
            </w:pPr>
            <w:r w:rsidRPr="00A303A5">
              <w:t xml:space="preserve">Release </w:t>
            </w:r>
            <w:r w:rsidR="00A61FF1">
              <w:t>1</w:t>
            </w:r>
          </w:p>
        </w:tc>
        <w:tc>
          <w:tcPr>
            <w:tcW w:w="6939" w:type="dxa"/>
          </w:tcPr>
          <w:p w14:paraId="4C6A99BA" w14:textId="049DB9FC" w:rsidR="00113DC4" w:rsidRPr="00A303A5" w:rsidRDefault="00113DC4" w:rsidP="00113DC4">
            <w:pPr>
              <w:pStyle w:val="SIText"/>
            </w:pPr>
            <w:r w:rsidRPr="00A303A5">
              <w:t xml:space="preserve">This version released with AMP Australian Meat Processing Training Package Version </w:t>
            </w:r>
            <w:r>
              <w:t>8</w:t>
            </w:r>
            <w:r w:rsidRPr="00A303A5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E2910EC" w:rsidR="00F1480E" w:rsidRPr="005404CB" w:rsidRDefault="00C149DF" w:rsidP="005404CB">
            <w:pPr>
              <w:pStyle w:val="SIUNITCODE"/>
            </w:pPr>
            <w:r w:rsidRPr="00C149DF">
              <w:t>AMPMGT6</w:t>
            </w:r>
            <w:r w:rsidR="00A61FF1">
              <w:t>X1</w:t>
            </w:r>
            <w:r w:rsidRPr="00C149DF">
              <w:t>0</w:t>
            </w:r>
          </w:p>
        </w:tc>
        <w:tc>
          <w:tcPr>
            <w:tcW w:w="3604" w:type="pct"/>
            <w:shd w:val="clear" w:color="auto" w:fill="auto"/>
          </w:tcPr>
          <w:p w14:paraId="0B6AAD6B" w14:textId="76532896" w:rsidR="00F1480E" w:rsidRPr="005404CB" w:rsidRDefault="00C149DF" w:rsidP="005404CB">
            <w:pPr>
              <w:pStyle w:val="SIUnittitle"/>
            </w:pPr>
            <w:r w:rsidRPr="00C149DF">
              <w:t xml:space="preserve">Analyse and develop </w:t>
            </w:r>
            <w:r w:rsidR="00A61FF1">
              <w:t>workplace</w:t>
            </w:r>
            <w:r w:rsidRPr="00C149DF">
              <w:t xml:space="preserve"> systems for new opportunities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6930CF" w14:textId="30C3630E" w:rsidR="00A303A5" w:rsidRDefault="00A303A5" w:rsidP="00A303A5">
            <w:pPr>
              <w:pStyle w:val="SIText"/>
            </w:pPr>
            <w:r w:rsidRPr="00A303A5">
              <w:t xml:space="preserve">This unit describes the skills and knowledge required to evaluate and develop </w:t>
            </w:r>
            <w:r w:rsidR="00A61FF1">
              <w:t>workplace</w:t>
            </w:r>
            <w:r w:rsidRPr="00A303A5">
              <w:t xml:space="preserve"> systems that are cost-efficient and suitable to a company's products and goals. It also describes the skills and knowledge required to ensure products meet </w:t>
            </w:r>
            <w:r w:rsidR="00A61FF1">
              <w:t>workplace</w:t>
            </w:r>
            <w:r w:rsidRPr="00A303A5">
              <w:t xml:space="preserve"> and customer specifications. The design of </w:t>
            </w:r>
            <w:r w:rsidR="00A61FF1">
              <w:t>workplace</w:t>
            </w:r>
            <w:r w:rsidRPr="00A303A5">
              <w:t xml:space="preserve"> systems affects the quality of the products processed. Analysing and developing </w:t>
            </w:r>
            <w:r w:rsidR="00A61FF1">
              <w:t>workplace</w:t>
            </w:r>
            <w:r w:rsidRPr="00A303A5">
              <w:t xml:space="preserve"> systems provides </w:t>
            </w:r>
            <w:r w:rsidR="00A61FF1">
              <w:t>workplace</w:t>
            </w:r>
            <w:r w:rsidRPr="00A303A5">
              <w:t>s with the flexibility to become an innovative organisation, take on new opportunities and strengthen or expand their market.</w:t>
            </w:r>
          </w:p>
          <w:p w14:paraId="38E8997C" w14:textId="77777777" w:rsidR="00A303A5" w:rsidRPr="00A303A5" w:rsidRDefault="00A303A5" w:rsidP="00A303A5">
            <w:pPr>
              <w:pStyle w:val="SIText"/>
            </w:pPr>
          </w:p>
          <w:p w14:paraId="24827421" w14:textId="7D7A1E70" w:rsidR="00A303A5" w:rsidRDefault="00A303A5" w:rsidP="00A303A5">
            <w:pPr>
              <w:pStyle w:val="SIText"/>
            </w:pPr>
            <w:r w:rsidRPr="00A303A5">
              <w:t xml:space="preserve">At this level, individuals exercise considerable autonomy, </w:t>
            </w:r>
            <w:proofErr w:type="gramStart"/>
            <w:r w:rsidRPr="00A303A5">
              <w:t>responsibility</w:t>
            </w:r>
            <w:proofErr w:type="gramEnd"/>
            <w:r w:rsidRPr="00A303A5">
              <w:t xml:space="preserve"> and accountability within </w:t>
            </w:r>
            <w:r w:rsidR="00A61FF1">
              <w:t>workplace</w:t>
            </w:r>
            <w:r w:rsidRPr="00A303A5">
              <w:t xml:space="preserve"> structures, and are required to make primary contributions to </w:t>
            </w:r>
            <w:r w:rsidR="00A61FF1">
              <w:t>workplace</w:t>
            </w:r>
            <w:r w:rsidRPr="00A303A5">
              <w:t xml:space="preserve"> values, goals and operations. They will typically have responsibility for establishing and reviewing systems for their site or department. They may be assisted by external experts to develop plans and strategies.</w:t>
            </w:r>
          </w:p>
          <w:p w14:paraId="2F0CE6EE" w14:textId="77777777" w:rsidR="00A303A5" w:rsidRPr="00A303A5" w:rsidRDefault="00A303A5" w:rsidP="00A303A5">
            <w:pPr>
              <w:pStyle w:val="SIText"/>
            </w:pPr>
          </w:p>
          <w:p w14:paraId="3BADE470" w14:textId="50EEA0E1" w:rsidR="00A303A5" w:rsidRDefault="00A303A5" w:rsidP="00A303A5">
            <w:pPr>
              <w:pStyle w:val="SIText"/>
            </w:pPr>
            <w:r w:rsidRPr="00A303A5">
              <w:t xml:space="preserve">This unit is suitable for senior managers, Chief Executive Officers (CEOs), Chief Finance Officers (CFOs) and directors of feedlots, meat processing and smallgoods </w:t>
            </w:r>
            <w:r w:rsidR="00A61FF1">
              <w:t>workplace</w:t>
            </w:r>
            <w:r w:rsidRPr="00A303A5">
              <w:t>s, who seek to build a culture of innovation in a meat industry context.</w:t>
            </w:r>
          </w:p>
          <w:p w14:paraId="3F47B0C4" w14:textId="77777777" w:rsidR="00A303A5" w:rsidRPr="00A303A5" w:rsidRDefault="00A303A5" w:rsidP="00A303A5">
            <w:pPr>
              <w:pStyle w:val="SIText"/>
            </w:pPr>
          </w:p>
          <w:p w14:paraId="552519D4" w14:textId="77777777" w:rsidR="00113DC4" w:rsidRPr="00113DC4" w:rsidRDefault="00113DC4" w:rsidP="00113DC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113DC4">
              <w:t xml:space="preserve"> regulations, legislation and standards that apply to the workplace.</w:t>
            </w:r>
          </w:p>
          <w:p w14:paraId="2B61CDAB" w14:textId="77777777" w:rsidR="00A303A5" w:rsidRPr="00A303A5" w:rsidRDefault="00A303A5" w:rsidP="00A303A5">
            <w:pPr>
              <w:pStyle w:val="SIText"/>
            </w:pPr>
          </w:p>
          <w:p w14:paraId="077C0FC6" w14:textId="32E2F27E" w:rsidR="00373436" w:rsidRPr="000754EC" w:rsidRDefault="00A303A5" w:rsidP="00A303A5">
            <w:pPr>
              <w:pStyle w:val="SIText"/>
            </w:pPr>
            <w:r w:rsidRPr="00A303A5">
              <w:t>No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ECFD45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98D7040" w:rsidR="00F1480E" w:rsidRPr="005404CB" w:rsidRDefault="00113DC4" w:rsidP="005404CB">
            <w:pPr>
              <w:pStyle w:val="SIText"/>
            </w:pPr>
            <w:r>
              <w:t>Management</w:t>
            </w:r>
            <w:r w:rsidRPr="00113DC4">
              <w:t xml:space="preserve"> (MGT)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E0279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B06D855" w:rsidR="003E0279" w:rsidRPr="003E0279" w:rsidRDefault="003E0279" w:rsidP="003E0279">
            <w:pPr>
              <w:pStyle w:val="SIText"/>
            </w:pPr>
            <w:r w:rsidRPr="003E0279">
              <w:t xml:space="preserve">1. Analyse effectiveness of </w:t>
            </w:r>
            <w:r w:rsidR="00A61FF1">
              <w:t>workplace</w:t>
            </w:r>
            <w:r w:rsidRPr="003E0279">
              <w:t xml:space="preserve"> system to meet </w:t>
            </w:r>
            <w:r w:rsidR="00A61FF1">
              <w:t>workplace</w:t>
            </w:r>
            <w:r w:rsidRPr="003E0279">
              <w:t xml:space="preserve"> goals</w:t>
            </w:r>
          </w:p>
        </w:tc>
        <w:tc>
          <w:tcPr>
            <w:tcW w:w="3604" w:type="pct"/>
            <w:shd w:val="clear" w:color="auto" w:fill="auto"/>
          </w:tcPr>
          <w:p w14:paraId="30C84197" w14:textId="50A63049" w:rsidR="003E0279" w:rsidRPr="003E0279" w:rsidRDefault="003E0279" w:rsidP="003E0279">
            <w:pPr>
              <w:pStyle w:val="SIText"/>
            </w:pPr>
            <w:r w:rsidRPr="003E0279">
              <w:t xml:space="preserve">1.1 Identify </w:t>
            </w:r>
            <w:r w:rsidR="00A61FF1">
              <w:t>workplace</w:t>
            </w:r>
            <w:r w:rsidRPr="003E0279">
              <w:t xml:space="preserve"> mission, </w:t>
            </w:r>
            <w:proofErr w:type="gramStart"/>
            <w:r w:rsidRPr="003E0279">
              <w:t>direction</w:t>
            </w:r>
            <w:proofErr w:type="gramEnd"/>
            <w:r w:rsidRPr="003E0279">
              <w:t xml:space="preserve"> and objectives</w:t>
            </w:r>
          </w:p>
          <w:p w14:paraId="0D891347" w14:textId="129740A8" w:rsidR="003E0279" w:rsidRPr="003E0279" w:rsidRDefault="003E0279" w:rsidP="003E0279">
            <w:pPr>
              <w:pStyle w:val="SIText"/>
            </w:pPr>
            <w:r w:rsidRPr="003E0279">
              <w:t xml:space="preserve">1.2 Determine impact of current market trends, future market trends and business environment on </w:t>
            </w:r>
            <w:r w:rsidR="00A61FF1">
              <w:t>workplace</w:t>
            </w:r>
            <w:r w:rsidRPr="003E0279">
              <w:t xml:space="preserve"> goals and operations</w:t>
            </w:r>
          </w:p>
          <w:p w14:paraId="5EB540F7" w14:textId="1A6609ED" w:rsidR="003E0279" w:rsidRPr="003E0279" w:rsidRDefault="003E0279" w:rsidP="003E0279">
            <w:pPr>
              <w:pStyle w:val="SIText"/>
            </w:pPr>
            <w:r w:rsidRPr="003E0279">
              <w:t xml:space="preserve">1.3 Determine </w:t>
            </w:r>
            <w:r w:rsidR="00A61FF1">
              <w:t>workplace</w:t>
            </w:r>
            <w:r w:rsidRPr="003E0279">
              <w:t xml:space="preserve"> system requirements to meet </w:t>
            </w:r>
            <w:r w:rsidR="00A61FF1">
              <w:t>workplace</w:t>
            </w:r>
            <w:r w:rsidRPr="003E0279">
              <w:t xml:space="preserve"> goals</w:t>
            </w:r>
          </w:p>
          <w:p w14:paraId="6A8A2A15" w14:textId="5797906E" w:rsidR="003E0279" w:rsidRPr="003E0279" w:rsidRDefault="003E0279" w:rsidP="003E0279">
            <w:pPr>
              <w:pStyle w:val="SIText"/>
            </w:pPr>
            <w:r w:rsidRPr="003E0279">
              <w:t xml:space="preserve">1.4 Assess capacity of the existing system to meet </w:t>
            </w:r>
            <w:r w:rsidR="00A61FF1">
              <w:t>workplace</w:t>
            </w:r>
            <w:r w:rsidRPr="003E0279">
              <w:t xml:space="preserve"> goals</w:t>
            </w:r>
          </w:p>
          <w:p w14:paraId="0ACD8386" w14:textId="517D461D" w:rsidR="003E0279" w:rsidRPr="003E0279" w:rsidRDefault="003E0279" w:rsidP="003E0279">
            <w:pPr>
              <w:pStyle w:val="SIText"/>
            </w:pPr>
            <w:r w:rsidRPr="003E0279">
              <w:t xml:space="preserve">1.5 Analyse existing systems to identify system strengths, </w:t>
            </w:r>
            <w:proofErr w:type="gramStart"/>
            <w:r w:rsidRPr="003E0279">
              <w:t>weaknesses</w:t>
            </w:r>
            <w:proofErr w:type="gramEnd"/>
            <w:r w:rsidRPr="003E0279">
              <w:t xml:space="preserve"> and issues</w:t>
            </w:r>
          </w:p>
        </w:tc>
      </w:tr>
      <w:tr w:rsidR="003E0279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30183151" w:rsidR="003E0279" w:rsidRPr="003E0279" w:rsidRDefault="003E0279" w:rsidP="003E0279">
            <w:pPr>
              <w:pStyle w:val="SIText"/>
            </w:pPr>
            <w:r w:rsidRPr="003E0279">
              <w:t>2. Identify and evaluate alternatives</w:t>
            </w:r>
          </w:p>
        </w:tc>
        <w:tc>
          <w:tcPr>
            <w:tcW w:w="3604" w:type="pct"/>
            <w:shd w:val="clear" w:color="auto" w:fill="auto"/>
          </w:tcPr>
          <w:p w14:paraId="52E2328B" w14:textId="77777777" w:rsidR="003E0279" w:rsidRPr="003E0279" w:rsidRDefault="003E0279" w:rsidP="003E0279">
            <w:pPr>
              <w:pStyle w:val="SIText"/>
            </w:pPr>
            <w:r w:rsidRPr="003E0279">
              <w:t xml:space="preserve">2.1 Research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systems and their components</w:t>
            </w:r>
          </w:p>
          <w:p w14:paraId="4AB9E54C" w14:textId="77777777" w:rsidR="003E0279" w:rsidRPr="003E0279" w:rsidRDefault="003E0279" w:rsidP="003E0279">
            <w:pPr>
              <w:pStyle w:val="SIText"/>
            </w:pPr>
            <w:r w:rsidRPr="003E0279">
              <w:t xml:space="preserve">2.2 Evaluate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systems and their components (for suitability, feasibility and cost), and report outcomes to stakeholders</w:t>
            </w:r>
          </w:p>
          <w:p w14:paraId="589E768A" w14:textId="6C8CA2CD" w:rsidR="003E0279" w:rsidRPr="003E0279" w:rsidRDefault="003E0279" w:rsidP="003E0279">
            <w:pPr>
              <w:pStyle w:val="SIText"/>
            </w:pPr>
            <w:r w:rsidRPr="003E0279">
              <w:t xml:space="preserve">2.3 Obtain </w:t>
            </w:r>
            <w:r w:rsidR="00A61FF1">
              <w:t>workplace</w:t>
            </w:r>
            <w:r w:rsidRPr="003E0279">
              <w:t xml:space="preserve"> commitment to a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5236757B" w14:textId="6A4E8051" w:rsidR="003E0279" w:rsidRPr="003E0279" w:rsidRDefault="003E0279" w:rsidP="003E0279">
            <w:pPr>
              <w:pStyle w:val="SIText"/>
            </w:pPr>
            <w:r w:rsidRPr="003E0279">
              <w:t xml:space="preserve">2.4 Identify, agree </w:t>
            </w:r>
            <w:proofErr w:type="gramStart"/>
            <w:r w:rsidRPr="003E0279">
              <w:t>on</w:t>
            </w:r>
            <w:proofErr w:type="gramEnd"/>
            <w:r w:rsidRPr="003E0279">
              <w:t xml:space="preserve"> and include resource requirements in </w:t>
            </w:r>
            <w:r w:rsidR="00A61FF1">
              <w:t>workplace</w:t>
            </w:r>
            <w:r w:rsidRPr="003E0279">
              <w:t xml:space="preserve"> planning</w:t>
            </w:r>
          </w:p>
          <w:p w14:paraId="2F41F575" w14:textId="0E45D85D" w:rsidR="003E0279" w:rsidRPr="003E0279" w:rsidRDefault="003E0279" w:rsidP="003E0279">
            <w:pPr>
              <w:pStyle w:val="SIText"/>
            </w:pPr>
            <w:r w:rsidRPr="003E0279">
              <w:t>2.5 Identify and evaluate sources of resource support</w:t>
            </w:r>
          </w:p>
        </w:tc>
      </w:tr>
      <w:tr w:rsidR="003E0279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3D79B6F" w:rsidR="003E0279" w:rsidRPr="003E0279" w:rsidRDefault="003E0279" w:rsidP="003E0279">
            <w:pPr>
              <w:pStyle w:val="SIText"/>
            </w:pPr>
            <w:r w:rsidRPr="003E0279">
              <w:lastRenderedPageBreak/>
              <w:t>3. Implement solutions</w:t>
            </w:r>
          </w:p>
        </w:tc>
        <w:tc>
          <w:tcPr>
            <w:tcW w:w="3604" w:type="pct"/>
            <w:shd w:val="clear" w:color="auto" w:fill="auto"/>
          </w:tcPr>
          <w:p w14:paraId="7F895227" w14:textId="77777777" w:rsidR="003E0279" w:rsidRPr="003E0279" w:rsidRDefault="003E0279" w:rsidP="003E0279">
            <w:pPr>
              <w:pStyle w:val="SIText"/>
            </w:pPr>
            <w:r w:rsidRPr="003E0279">
              <w:t xml:space="preserve">3.1 Develop specifications for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5221AD89" w14:textId="77777777" w:rsidR="003E0279" w:rsidRPr="003E0279" w:rsidRDefault="003E0279" w:rsidP="003E0279">
            <w:pPr>
              <w:pStyle w:val="SIText"/>
            </w:pPr>
            <w:r w:rsidRPr="003E0279">
              <w:t xml:space="preserve">3.2 Commission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710B34E9" w14:textId="77777777" w:rsidR="003E0279" w:rsidRPr="003E0279" w:rsidRDefault="003E0279" w:rsidP="003E0279">
            <w:pPr>
              <w:pStyle w:val="SIText"/>
            </w:pPr>
            <w:r w:rsidRPr="003E0279">
              <w:t>3.3 Plan, negotiate and communicate implementation strategy, including redesigned system, with stakeholders</w:t>
            </w:r>
          </w:p>
          <w:p w14:paraId="55F9CE2C" w14:textId="77777777" w:rsidR="003E0279" w:rsidRPr="003E0279" w:rsidRDefault="003E0279" w:rsidP="003E0279">
            <w:pPr>
              <w:pStyle w:val="SIText"/>
            </w:pPr>
            <w:r w:rsidRPr="003E0279">
              <w:t>3.4 Identify impact on personnel, and prepare strategies facilitating change</w:t>
            </w:r>
          </w:p>
          <w:p w14:paraId="6B674DD1" w14:textId="77777777" w:rsidR="003E0279" w:rsidRPr="003E0279" w:rsidRDefault="003E0279" w:rsidP="003E0279">
            <w:pPr>
              <w:pStyle w:val="SIText"/>
            </w:pPr>
            <w:r w:rsidRPr="003E0279">
              <w:t xml:space="preserve">3.5 Develop, </w:t>
            </w:r>
            <w:proofErr w:type="gramStart"/>
            <w:r w:rsidRPr="003E0279">
              <w:t>resource</w:t>
            </w:r>
            <w:proofErr w:type="gramEnd"/>
            <w:r w:rsidRPr="003E0279">
              <w:t xml:space="preserve"> and implement training plans</w:t>
            </w:r>
          </w:p>
          <w:p w14:paraId="52188309" w14:textId="752130FA" w:rsidR="003E0279" w:rsidRPr="003E0279" w:rsidRDefault="003E0279" w:rsidP="003E0279">
            <w:pPr>
              <w:pStyle w:val="SIText"/>
            </w:pPr>
            <w:r w:rsidRPr="003E0279">
              <w:t xml:space="preserve">3.6 Develop, </w:t>
            </w:r>
            <w:proofErr w:type="gramStart"/>
            <w:r w:rsidRPr="003E0279">
              <w:t>test</w:t>
            </w:r>
            <w:proofErr w:type="gramEnd"/>
            <w:r w:rsidRPr="003E0279">
              <w:t xml:space="preserve"> and refine procedures and controls</w:t>
            </w:r>
          </w:p>
        </w:tc>
      </w:tr>
      <w:tr w:rsidR="003E0279" w:rsidRPr="00963A46" w14:paraId="207A2F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0727B6" w14:textId="609D885A" w:rsidR="003E0279" w:rsidRPr="003E0279" w:rsidRDefault="003E0279" w:rsidP="003E0279">
            <w:pPr>
              <w:pStyle w:val="SIText"/>
            </w:pPr>
            <w:r w:rsidRPr="003E0279">
              <w:t xml:space="preserve">4. Monitor </w:t>
            </w:r>
            <w:r w:rsidR="00A61FF1">
              <w:t>workplace</w:t>
            </w:r>
            <w:r w:rsidRPr="003E0279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3E164AC2" w14:textId="77777777" w:rsidR="003E0279" w:rsidRPr="003E0279" w:rsidRDefault="003E0279" w:rsidP="003E0279">
            <w:pPr>
              <w:pStyle w:val="SIText"/>
            </w:pPr>
            <w:r w:rsidRPr="003E0279">
              <w:t xml:space="preserve">4.1 Establish performance criteria for the new, </w:t>
            </w:r>
            <w:proofErr w:type="gramStart"/>
            <w:r w:rsidRPr="003E0279">
              <w:t>reconfigured</w:t>
            </w:r>
            <w:proofErr w:type="gramEnd"/>
            <w:r w:rsidRPr="003E0279">
              <w:t xml:space="preserve"> or redesigned system</w:t>
            </w:r>
          </w:p>
          <w:p w14:paraId="783ED821" w14:textId="77777777" w:rsidR="003E0279" w:rsidRPr="003E0279" w:rsidRDefault="003E0279" w:rsidP="003E0279">
            <w:pPr>
              <w:pStyle w:val="SIText"/>
            </w:pPr>
            <w:r w:rsidRPr="003E0279">
              <w:t>4.2 Collect, analyse and report performance data</w:t>
            </w:r>
          </w:p>
          <w:p w14:paraId="1DF65A29" w14:textId="77777777" w:rsidR="003E0279" w:rsidRPr="003E0279" w:rsidRDefault="003E0279" w:rsidP="003E0279">
            <w:pPr>
              <w:pStyle w:val="SIText"/>
            </w:pPr>
            <w:r w:rsidRPr="003E0279">
              <w:t>4.3 Report progress and performance to stakeholders</w:t>
            </w:r>
          </w:p>
          <w:p w14:paraId="748B5649" w14:textId="0EED873A" w:rsidR="003E0279" w:rsidRPr="003E0279" w:rsidRDefault="003E0279" w:rsidP="003E0279">
            <w:pPr>
              <w:pStyle w:val="SIText"/>
            </w:pPr>
            <w:r w:rsidRPr="003E0279">
              <w:t>4.4 Identify strategies for improvement in consultation with the team, and integrate them into continuous improvement and planning processes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13DC4" w:rsidRPr="00336FCA" w:rsidDel="00423CB2" w14:paraId="767CA3FA" w14:textId="77777777" w:rsidTr="00CA2922">
        <w:trPr>
          <w:tblHeader/>
        </w:trPr>
        <w:tc>
          <w:tcPr>
            <w:tcW w:w="1396" w:type="pct"/>
          </w:tcPr>
          <w:p w14:paraId="29D289FB" w14:textId="2043A307" w:rsidR="00113DC4" w:rsidRPr="00113DC4" w:rsidRDefault="00113DC4" w:rsidP="00113DC4">
            <w:pPr>
              <w:pStyle w:val="SIText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DD20BEC" w14:textId="77777777" w:rsidR="00113DC4" w:rsidRPr="00113DC4" w:rsidRDefault="00113DC4" w:rsidP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 xml:space="preserve">Plan, draft, </w:t>
            </w:r>
            <w:proofErr w:type="gramStart"/>
            <w:r w:rsidRPr="00113DC4">
              <w:rPr>
                <w:rFonts w:eastAsiaTheme="majorEastAsia"/>
              </w:rPr>
              <w:t>review</w:t>
            </w:r>
            <w:proofErr w:type="gramEnd"/>
            <w:r w:rsidRPr="00113DC4">
              <w:rPr>
                <w:rFonts w:eastAsiaTheme="majorEastAsia"/>
              </w:rPr>
              <w:t xml:space="preserve"> and proofread documents</w:t>
            </w:r>
          </w:p>
          <w:p w14:paraId="5E204868" w14:textId="77777777" w:rsidR="00113DC4" w:rsidRPr="00113DC4" w:rsidRDefault="00113DC4" w:rsidP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Use Plain English and industry specific terminology</w:t>
            </w:r>
          </w:p>
          <w:p w14:paraId="0D043BF3" w14:textId="1786984C" w:rsidR="00113DC4" w:rsidRPr="00113DC4" w:rsidRDefault="00113DC4" w:rsidP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Use workplace software programs and systems to generate documents</w:t>
            </w:r>
          </w:p>
        </w:tc>
      </w:tr>
      <w:tr w:rsidR="00113DC4" w:rsidRPr="00336FCA" w:rsidDel="00423CB2" w14:paraId="552246E8" w14:textId="77777777" w:rsidTr="00CA2922">
        <w:trPr>
          <w:tblHeader/>
        </w:trPr>
        <w:tc>
          <w:tcPr>
            <w:tcW w:w="1396" w:type="pct"/>
          </w:tcPr>
          <w:p w14:paraId="59FD361B" w14:textId="672F6A6A" w:rsidR="00113DC4" w:rsidRPr="00113DC4" w:rsidRDefault="00113DC4" w:rsidP="002D6B02">
            <w:pPr>
              <w:pStyle w:val="SIText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21124B16" w14:textId="09771955" w:rsidR="00113DC4" w:rsidRPr="00113DC4" w:rsidRDefault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Interact effectively with team members and stakeholders</w:t>
            </w:r>
          </w:p>
          <w:p w14:paraId="621184D8" w14:textId="55D75804" w:rsidR="00113DC4" w:rsidRPr="00113DC4" w:rsidRDefault="00113DC4" w:rsidP="002D6B02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 xml:space="preserve">Present information to a group </w:t>
            </w:r>
          </w:p>
        </w:tc>
      </w:tr>
      <w:tr w:rsidR="00113DC4" w:rsidRPr="00336FCA" w:rsidDel="00423CB2" w14:paraId="76AFA0C7" w14:textId="77777777" w:rsidTr="00CA2922">
        <w:trPr>
          <w:tblHeader/>
        </w:trPr>
        <w:tc>
          <w:tcPr>
            <w:tcW w:w="1396" w:type="pct"/>
          </w:tcPr>
          <w:p w14:paraId="29DA283D" w14:textId="4158872A" w:rsidR="00113DC4" w:rsidRPr="00113DC4" w:rsidRDefault="00113DC4" w:rsidP="002D6B02">
            <w:pPr>
              <w:pStyle w:val="SIText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DBE0917" w14:textId="77777777" w:rsidR="00113DC4" w:rsidRPr="00113DC4" w:rsidRDefault="00113DC4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Use software programs to model outcomes</w:t>
            </w:r>
          </w:p>
          <w:p w14:paraId="314672D2" w14:textId="6E6F7791" w:rsidR="00113DC4" w:rsidRPr="00113DC4" w:rsidRDefault="00113DC4" w:rsidP="002D6B02">
            <w:pPr>
              <w:pStyle w:val="SIBulletList1"/>
              <w:rPr>
                <w:rFonts w:eastAsiaTheme="majorEastAsia"/>
              </w:rPr>
            </w:pPr>
            <w:r w:rsidRPr="00113DC4">
              <w:rPr>
                <w:rFonts w:eastAsiaTheme="majorEastAsia"/>
              </w:rPr>
              <w:t>Recognise trends in graphs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D7DD1" w14:paraId="7B3AD32B" w14:textId="77777777" w:rsidTr="00F33FF2">
        <w:tc>
          <w:tcPr>
            <w:tcW w:w="1028" w:type="pct"/>
          </w:tcPr>
          <w:p w14:paraId="16AF823A" w14:textId="6BA0040E" w:rsidR="00BD7DD1" w:rsidRPr="00BD7DD1" w:rsidRDefault="00BD7DD1" w:rsidP="00BD7DD1">
            <w:pPr>
              <w:pStyle w:val="SIText"/>
            </w:pPr>
            <w:r w:rsidRPr="00BD7DD1">
              <w:t>AMPMGT6</w:t>
            </w:r>
            <w:r w:rsidR="00A61FF1">
              <w:t>X1</w:t>
            </w:r>
            <w:r w:rsidRPr="00BD7DD1">
              <w:t xml:space="preserve">0 Analyse and develop </w:t>
            </w:r>
            <w:r w:rsidR="00A61FF1">
              <w:t>workplace</w:t>
            </w:r>
            <w:r w:rsidRPr="00BD7DD1">
              <w:t xml:space="preserve"> systems for new opportunities </w:t>
            </w:r>
          </w:p>
        </w:tc>
        <w:tc>
          <w:tcPr>
            <w:tcW w:w="1105" w:type="pct"/>
          </w:tcPr>
          <w:p w14:paraId="6623A6C9" w14:textId="4CB043E7" w:rsidR="00BD7DD1" w:rsidRPr="00BD7DD1" w:rsidRDefault="00BD7DD1" w:rsidP="00BD7DD1">
            <w:pPr>
              <w:pStyle w:val="SIText"/>
            </w:pPr>
            <w:r w:rsidRPr="00BD7DD1">
              <w:t xml:space="preserve">AMPMGT606 Analyse and develop enterprise systems for new opportunities </w:t>
            </w:r>
          </w:p>
        </w:tc>
        <w:tc>
          <w:tcPr>
            <w:tcW w:w="1251" w:type="pct"/>
          </w:tcPr>
          <w:p w14:paraId="6B1EF850" w14:textId="77777777" w:rsidR="00A61FF1" w:rsidRDefault="00A61FF1" w:rsidP="00BD7DD1">
            <w:pPr>
              <w:pStyle w:val="SIText"/>
              <w:rPr>
                <w:lang w:eastAsia="en-AU"/>
              </w:rPr>
            </w:pPr>
            <w:r>
              <w:t>Title updated</w:t>
            </w:r>
          </w:p>
          <w:p w14:paraId="52AD6AE2" w14:textId="1E3B7C5F" w:rsidR="00A61FF1" w:rsidRDefault="00113DC4" w:rsidP="00BD7DD1">
            <w:pPr>
              <w:pStyle w:val="SIText"/>
              <w:rPr>
                <w:lang w:eastAsia="en-AU"/>
              </w:rPr>
            </w:pPr>
            <w:r w:rsidRPr="00113DC4">
              <w:rPr>
                <w:lang w:eastAsia="en-AU"/>
              </w:rPr>
              <w:t>Foundation Skills added</w:t>
            </w:r>
          </w:p>
          <w:p w14:paraId="38EF1B27" w14:textId="3A7D969D" w:rsidR="00BD7DD1" w:rsidRPr="00BD7DD1" w:rsidRDefault="00113DC4" w:rsidP="00BD7DD1">
            <w:pPr>
              <w:pStyle w:val="SIText"/>
            </w:pPr>
            <w:r w:rsidRPr="00113DC4">
              <w:rPr>
                <w:lang w:eastAsia="en-AU"/>
              </w:rPr>
              <w:t xml:space="preserve">Minor changes to unit Application, Performance </w:t>
            </w:r>
            <w:r w:rsidR="00A61FF1">
              <w:t>E</w:t>
            </w:r>
            <w:r w:rsidRPr="00113DC4">
              <w:rPr>
                <w:lang w:eastAsia="en-AU"/>
              </w:rPr>
              <w:t>vidence and Assessment Conditions</w:t>
            </w:r>
          </w:p>
        </w:tc>
        <w:tc>
          <w:tcPr>
            <w:tcW w:w="1616" w:type="pct"/>
          </w:tcPr>
          <w:p w14:paraId="44BBFF38" w14:textId="1F87D138" w:rsidR="00BD7DD1" w:rsidRPr="00BD7DD1" w:rsidRDefault="00BD7DD1" w:rsidP="00BD7DD1">
            <w:pPr>
              <w:pStyle w:val="SIText"/>
            </w:pPr>
            <w:r w:rsidRPr="00BD7DD1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F7C7644" w:rsidR="00F1480E" w:rsidRPr="005404CB" w:rsidRDefault="00A61FF1" w:rsidP="005404CB">
            <w:pPr>
              <w:pStyle w:val="SIText"/>
            </w:pPr>
            <w:hyperlink r:id="rId11" w:history="1">
              <w:r w:rsidR="00CB5EAA" w:rsidRPr="00CB5EAA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129D5A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27342" w:rsidRPr="00127342">
              <w:t>AMPMGT6</w:t>
            </w:r>
            <w:r w:rsidR="00A61FF1">
              <w:t>X1</w:t>
            </w:r>
            <w:r w:rsidR="00127342" w:rsidRPr="00127342">
              <w:t xml:space="preserve">0 Analyse and develop </w:t>
            </w:r>
            <w:r w:rsidR="00A61FF1">
              <w:t>workplace</w:t>
            </w:r>
            <w:r w:rsidR="00127342" w:rsidRPr="00127342">
              <w:t xml:space="preserve"> systems for new opportunities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4FFD360" w14:textId="7EC66315" w:rsidR="00BD7DD1" w:rsidRDefault="00BD7DD1" w:rsidP="00BD7DD1">
            <w:pPr>
              <w:pStyle w:val="SIText"/>
            </w:pPr>
            <w:r w:rsidRPr="00BD7DD1">
              <w:t xml:space="preserve">An individual demonstrating competency must satisfy </w:t>
            </w:r>
            <w:proofErr w:type="gramStart"/>
            <w:r w:rsidRPr="00BD7DD1">
              <w:t>all of</w:t>
            </w:r>
            <w:proofErr w:type="gramEnd"/>
            <w:r w:rsidRPr="00BD7DD1">
              <w:t xml:space="preserve"> the elements and performance criteria in this unit.</w:t>
            </w:r>
          </w:p>
          <w:p w14:paraId="1BD41AA9" w14:textId="77777777" w:rsidR="00BD7DD1" w:rsidRPr="00BD7DD1" w:rsidRDefault="00BD7DD1" w:rsidP="00BD7DD1">
            <w:pPr>
              <w:pStyle w:val="SIText"/>
            </w:pPr>
          </w:p>
          <w:p w14:paraId="155D0429" w14:textId="6ACA76E2" w:rsidR="00BD7DD1" w:rsidRPr="00BD7DD1" w:rsidRDefault="00BD7DD1" w:rsidP="00BD7DD1">
            <w:pPr>
              <w:pStyle w:val="SIText"/>
            </w:pPr>
            <w:r w:rsidRPr="00BD7DD1">
              <w:t xml:space="preserve">There must be evidence that the individual has </w:t>
            </w:r>
            <w:r w:rsidR="00113DC4">
              <w:t>analysed</w:t>
            </w:r>
            <w:r w:rsidR="00113DC4" w:rsidRPr="00BD7DD1">
              <w:t xml:space="preserve"> </w:t>
            </w:r>
            <w:r w:rsidRPr="00BD7DD1">
              <w:t xml:space="preserve">and developed </w:t>
            </w:r>
            <w:proofErr w:type="gramStart"/>
            <w:r w:rsidRPr="00BD7DD1">
              <w:t>an</w:t>
            </w:r>
            <w:proofErr w:type="gramEnd"/>
            <w:r w:rsidRPr="00BD7DD1">
              <w:t xml:space="preserve"> </w:t>
            </w:r>
            <w:r w:rsidR="00A61FF1">
              <w:t>workplace</w:t>
            </w:r>
            <w:r w:rsidRPr="00BD7DD1">
              <w:t xml:space="preserve"> system </w:t>
            </w:r>
            <w:r w:rsidR="00113DC4">
              <w:t>for at least one site</w:t>
            </w:r>
            <w:r w:rsidRPr="00BD7DD1">
              <w:t>, including:</w:t>
            </w:r>
          </w:p>
          <w:p w14:paraId="2C755D28" w14:textId="77777777" w:rsidR="00BD7DD1" w:rsidRPr="00BD7DD1" w:rsidRDefault="00BD7DD1" w:rsidP="00BD7DD1">
            <w:pPr>
              <w:pStyle w:val="SIBulletList1"/>
            </w:pPr>
            <w:r w:rsidRPr="00BD7DD1">
              <w:t>flowcharted the movement of products and resources along the chain or process line to identify strengths and weaknesses</w:t>
            </w:r>
          </w:p>
          <w:p w14:paraId="2D838D37" w14:textId="743FA885" w:rsidR="00BD7DD1" w:rsidRPr="00BD7DD1" w:rsidRDefault="00BD7DD1" w:rsidP="00BD7DD1">
            <w:pPr>
              <w:pStyle w:val="SIBulletList1"/>
            </w:pPr>
            <w:r w:rsidRPr="00BD7DD1">
              <w:t xml:space="preserve">applied in-depth product knowledge in determining the processing requirements for species or products according to customer and </w:t>
            </w:r>
            <w:r w:rsidR="00A61FF1">
              <w:t>workplace</w:t>
            </w:r>
            <w:r w:rsidRPr="00BD7DD1">
              <w:t xml:space="preserve"> requirements, including methods, technology, quality, speed of production</w:t>
            </w:r>
          </w:p>
          <w:p w14:paraId="2ACD4DF9" w14:textId="77777777" w:rsidR="00BD7DD1" w:rsidRPr="00BD7DD1" w:rsidRDefault="00BD7DD1" w:rsidP="00BD7DD1">
            <w:pPr>
              <w:pStyle w:val="SIBulletList1"/>
            </w:pPr>
            <w:r w:rsidRPr="00BD7DD1">
              <w:t>analysed the organisation’s environment to assess capacity for, and potential impact of, systems and operations</w:t>
            </w:r>
          </w:p>
          <w:p w14:paraId="21351EE1" w14:textId="4930F039" w:rsidR="00BD7DD1" w:rsidRPr="00BD7DD1" w:rsidRDefault="00BD7DD1" w:rsidP="00BD7DD1">
            <w:pPr>
              <w:pStyle w:val="SIBulletList1"/>
            </w:pPr>
            <w:r w:rsidRPr="00BD7DD1">
              <w:t xml:space="preserve">established goals and performance criteria for operation of the </w:t>
            </w:r>
            <w:r w:rsidR="00A61FF1">
              <w:t>workplace</w:t>
            </w:r>
            <w:r w:rsidRPr="00BD7DD1">
              <w:t xml:space="preserve"> system</w:t>
            </w:r>
          </w:p>
          <w:p w14:paraId="0DEE53EA" w14:textId="77777777" w:rsidR="00BD7DD1" w:rsidRPr="00BD7DD1" w:rsidRDefault="00BD7DD1" w:rsidP="00BD7DD1">
            <w:pPr>
              <w:pStyle w:val="SIBulletList1"/>
            </w:pPr>
            <w:r w:rsidRPr="00BD7DD1">
              <w:t xml:space="preserve">determined criteria for evaluating alternative systems and system components, including reference to product specifications, yield and quality, technical </w:t>
            </w:r>
            <w:proofErr w:type="gramStart"/>
            <w:r w:rsidRPr="00BD7DD1">
              <w:t>requirements</w:t>
            </w:r>
            <w:proofErr w:type="gramEnd"/>
            <w:r w:rsidRPr="00BD7DD1">
              <w:t xml:space="preserve"> and cost</w:t>
            </w:r>
          </w:p>
          <w:p w14:paraId="0B15F800" w14:textId="77777777" w:rsidR="00BD7DD1" w:rsidRPr="00BD7DD1" w:rsidRDefault="00BD7DD1" w:rsidP="00BD7DD1">
            <w:pPr>
              <w:pStyle w:val="SIBulletList1"/>
            </w:pPr>
            <w:r w:rsidRPr="00BD7DD1">
              <w:t>developed data collection and recording systems linked to systems performance criteria</w:t>
            </w:r>
          </w:p>
          <w:p w14:paraId="64D7D01F" w14:textId="77777777" w:rsidR="00BD7DD1" w:rsidRPr="00BD7DD1" w:rsidRDefault="00BD7DD1" w:rsidP="00BD7DD1">
            <w:pPr>
              <w:pStyle w:val="SIBulletList1"/>
            </w:pPr>
            <w:r w:rsidRPr="00BD7DD1">
              <w:t>analysed performance information and prepared reports for stakeholders</w:t>
            </w:r>
          </w:p>
          <w:p w14:paraId="465810F9" w14:textId="77777777" w:rsidR="00BD7DD1" w:rsidRPr="00BD7DD1" w:rsidRDefault="00BD7DD1" w:rsidP="00BD7DD1">
            <w:pPr>
              <w:pStyle w:val="SIBulletList1"/>
            </w:pPr>
            <w:r w:rsidRPr="00BD7DD1">
              <w:t>developed a communication strategy for involving the workforce, negotiating changes and reporting progress</w:t>
            </w:r>
          </w:p>
          <w:p w14:paraId="3B9006E2" w14:textId="77777777" w:rsidR="00BD7DD1" w:rsidRPr="00BD7DD1" w:rsidRDefault="00BD7DD1" w:rsidP="00BD7DD1">
            <w:pPr>
              <w:pStyle w:val="SIBulletList1"/>
            </w:pPr>
            <w:r w:rsidRPr="00BD7DD1">
              <w:t xml:space="preserve">assessed alternative configurations of technology, labour, processes, </w:t>
            </w:r>
            <w:proofErr w:type="gramStart"/>
            <w:r w:rsidRPr="00BD7DD1">
              <w:t>organisation</w:t>
            </w:r>
            <w:proofErr w:type="gramEnd"/>
            <w:r w:rsidRPr="00BD7DD1">
              <w:t xml:space="preserve"> and layouts for process flow effectiveness</w:t>
            </w:r>
          </w:p>
          <w:p w14:paraId="1F64F18F" w14:textId="77777777" w:rsidR="00BD7DD1" w:rsidRPr="00BD7DD1" w:rsidRDefault="00BD7DD1" w:rsidP="00BD7DD1">
            <w:pPr>
              <w:pStyle w:val="SIBulletList1"/>
            </w:pPr>
            <w:r w:rsidRPr="00BD7DD1">
              <w:t>compared capability of existing system with market potential and capability of alternative systems</w:t>
            </w:r>
          </w:p>
          <w:p w14:paraId="7E93AC2C" w14:textId="153001A6" w:rsidR="00BD7DD1" w:rsidRPr="00BD7DD1" w:rsidRDefault="00BD7DD1" w:rsidP="00BD7DD1">
            <w:pPr>
              <w:pStyle w:val="SIBulletList1"/>
            </w:pPr>
            <w:r w:rsidRPr="00BD7DD1">
              <w:t xml:space="preserve">estimated the impacts of </w:t>
            </w:r>
            <w:r w:rsidR="00A61FF1">
              <w:t>workplace</w:t>
            </w:r>
            <w:r w:rsidRPr="00BD7DD1">
              <w:t xml:space="preserve"> forecasts and changes in the market and the industry (including technology) on </w:t>
            </w:r>
            <w:r w:rsidR="00A61FF1">
              <w:t>workplace</w:t>
            </w:r>
            <w:r w:rsidRPr="00BD7DD1">
              <w:t xml:space="preserve"> resource requirements, </w:t>
            </w:r>
            <w:proofErr w:type="gramStart"/>
            <w:r w:rsidRPr="00BD7DD1">
              <w:t>operation</w:t>
            </w:r>
            <w:proofErr w:type="gramEnd"/>
            <w:r w:rsidRPr="00BD7DD1">
              <w:t xml:space="preserve"> and sales</w:t>
            </w:r>
          </w:p>
          <w:p w14:paraId="02412127" w14:textId="77777777" w:rsidR="00BD7DD1" w:rsidRPr="00BD7DD1" w:rsidRDefault="00BD7DD1" w:rsidP="00BD7DD1">
            <w:pPr>
              <w:pStyle w:val="SIBulletList1"/>
            </w:pPr>
            <w:r w:rsidRPr="00BD7DD1">
              <w:t xml:space="preserve">evaluated the consequences and change implications of adopting new, </w:t>
            </w:r>
            <w:proofErr w:type="gramStart"/>
            <w:r w:rsidRPr="00BD7DD1">
              <w:t>reconfigured</w:t>
            </w:r>
            <w:proofErr w:type="gramEnd"/>
            <w:r w:rsidRPr="00BD7DD1">
              <w:t xml:space="preserve"> or redesigned systems on overall operation of the plant, including the impact on personnel</w:t>
            </w:r>
          </w:p>
          <w:p w14:paraId="17A190BD" w14:textId="77777777" w:rsidR="00BD7DD1" w:rsidRPr="00BD7DD1" w:rsidRDefault="00BD7DD1" w:rsidP="00BD7DD1">
            <w:pPr>
              <w:pStyle w:val="SIBulletList1"/>
            </w:pPr>
            <w:r w:rsidRPr="00BD7DD1">
              <w:t>identified and applied relevant workplace health and safety, animal welfare, biosecurity, environmental and workplace and regulatory requirements</w:t>
            </w:r>
          </w:p>
          <w:p w14:paraId="2C3A65A6" w14:textId="77777777" w:rsidR="00BD7DD1" w:rsidRPr="00BD7DD1" w:rsidRDefault="00BD7DD1" w:rsidP="00BD7DD1">
            <w:pPr>
              <w:pStyle w:val="SIBulletList1"/>
            </w:pPr>
            <w:r w:rsidRPr="00BD7DD1">
              <w:t>identified and resolved industrial relations issues related to changes in systems</w:t>
            </w:r>
          </w:p>
          <w:p w14:paraId="575A6A9E" w14:textId="77777777" w:rsidR="00BD7DD1" w:rsidRPr="00BD7DD1" w:rsidRDefault="00BD7DD1" w:rsidP="00BD7DD1">
            <w:pPr>
              <w:pStyle w:val="SIBulletList1"/>
            </w:pPr>
            <w:r w:rsidRPr="00BD7DD1">
              <w:t xml:space="preserve">prepared action plans for the implementation of new systems, including commissioning of the new system, timelines, resources, training and change facilitation strategies to assist personnel to implement new, </w:t>
            </w:r>
            <w:proofErr w:type="gramStart"/>
            <w:r w:rsidRPr="00BD7DD1">
              <w:t>reconfigured</w:t>
            </w:r>
            <w:proofErr w:type="gramEnd"/>
            <w:r w:rsidRPr="00BD7DD1">
              <w:t xml:space="preserve"> or redesigned systems</w:t>
            </w:r>
          </w:p>
          <w:p w14:paraId="42B91D05" w14:textId="77777777" w:rsidR="00BD7DD1" w:rsidRPr="00BD7DD1" w:rsidRDefault="00BD7DD1" w:rsidP="00BD7DD1">
            <w:pPr>
              <w:pStyle w:val="SIBulletList1"/>
            </w:pPr>
            <w:r w:rsidRPr="00BD7DD1">
              <w:t xml:space="preserve">prepared and justified budgets for the introduction of new systems or components, including calculating the costs of retaining the current system and the costs of setting up and operating new, </w:t>
            </w:r>
            <w:proofErr w:type="gramStart"/>
            <w:r w:rsidRPr="00BD7DD1">
              <w:t>reconfigured</w:t>
            </w:r>
            <w:proofErr w:type="gramEnd"/>
            <w:r w:rsidRPr="00BD7DD1">
              <w:t xml:space="preserve"> or redesigned systems, including initial costs, ongoing costs and payback periods</w:t>
            </w:r>
          </w:p>
          <w:p w14:paraId="529B18B0" w14:textId="77777777" w:rsidR="00BD7DD1" w:rsidRPr="00BD7DD1" w:rsidRDefault="00BD7DD1" w:rsidP="00BD7DD1">
            <w:pPr>
              <w:pStyle w:val="SIBulletList1"/>
            </w:pPr>
            <w:r w:rsidRPr="00BD7DD1">
              <w:t xml:space="preserve">prepared and presented recommendations in formats, </w:t>
            </w:r>
            <w:proofErr w:type="gramStart"/>
            <w:r w:rsidRPr="00BD7DD1">
              <w:t>language</w:t>
            </w:r>
            <w:proofErr w:type="gramEnd"/>
            <w:r w:rsidRPr="00BD7DD1">
              <w:t xml:space="preserve"> and styles appropriate for the audience</w:t>
            </w:r>
          </w:p>
          <w:p w14:paraId="230F09E8" w14:textId="60BA3BAD" w:rsidR="00BD7DD1" w:rsidRPr="00BD7DD1" w:rsidRDefault="00BD7DD1" w:rsidP="00BD7DD1">
            <w:pPr>
              <w:pStyle w:val="SIBulletList1"/>
            </w:pPr>
            <w:r w:rsidRPr="00BD7DD1">
              <w:t xml:space="preserve">presented reports according to legal and </w:t>
            </w:r>
            <w:r w:rsidR="00A61FF1">
              <w:t>workplace</w:t>
            </w:r>
            <w:r w:rsidRPr="00BD7DD1">
              <w:t xml:space="preserve"> requirements</w:t>
            </w:r>
          </w:p>
          <w:p w14:paraId="12FBC753" w14:textId="77777777" w:rsidR="00BD7DD1" w:rsidRPr="00BD7DD1" w:rsidRDefault="00BD7DD1" w:rsidP="00BD7DD1">
            <w:pPr>
              <w:pStyle w:val="SIBulletList1"/>
            </w:pPr>
            <w:r w:rsidRPr="00BD7DD1">
              <w:t xml:space="preserve">quantified and costed the resources required for optimum operation of existing systems, including utilities and energy, personnel, </w:t>
            </w:r>
            <w:proofErr w:type="gramStart"/>
            <w:r w:rsidRPr="00BD7DD1">
              <w:t>equipment</w:t>
            </w:r>
            <w:proofErr w:type="gramEnd"/>
            <w:r w:rsidRPr="00BD7DD1">
              <w:t xml:space="preserve"> and stock</w:t>
            </w:r>
          </w:p>
          <w:p w14:paraId="601A7DE9" w14:textId="31764F6F" w:rsidR="00BD7DD1" w:rsidRPr="00BD7DD1" w:rsidRDefault="00BD7DD1" w:rsidP="00BD7DD1">
            <w:pPr>
              <w:pStyle w:val="SIBulletList1"/>
            </w:pPr>
            <w:r w:rsidRPr="00BD7DD1">
              <w:t xml:space="preserve">researched and analysed market intelligence, </w:t>
            </w:r>
            <w:proofErr w:type="gramStart"/>
            <w:r w:rsidRPr="00BD7DD1">
              <w:t>trends</w:t>
            </w:r>
            <w:proofErr w:type="gramEnd"/>
            <w:r w:rsidRPr="00BD7DD1">
              <w:t xml:space="preserve"> and forecasts to identify </w:t>
            </w:r>
            <w:r w:rsidR="00A61FF1">
              <w:t>workplace</w:t>
            </w:r>
            <w:r w:rsidRPr="00BD7DD1">
              <w:t xml:space="preserve"> possibilities</w:t>
            </w:r>
          </w:p>
          <w:p w14:paraId="735D4DC6" w14:textId="22D22653" w:rsidR="00BD7DD1" w:rsidRPr="00BD7DD1" w:rsidRDefault="00BD7DD1" w:rsidP="00BD7DD1">
            <w:pPr>
              <w:pStyle w:val="SIBulletList1"/>
            </w:pPr>
            <w:r w:rsidRPr="00BD7DD1">
              <w:t xml:space="preserve">researched and evaluated available systems (including technology and equipment, processing methods and techniques and work design) appropriate for </w:t>
            </w:r>
            <w:r w:rsidR="00A61FF1">
              <w:t>workplace</w:t>
            </w:r>
            <w:r w:rsidRPr="00BD7DD1">
              <w:t xml:space="preserve"> product</w:t>
            </w:r>
          </w:p>
          <w:p w14:paraId="5D7DA7FA" w14:textId="77777777" w:rsidR="00BD7DD1" w:rsidRPr="00BD7DD1" w:rsidRDefault="00BD7DD1" w:rsidP="00BD7DD1">
            <w:pPr>
              <w:pStyle w:val="SIBulletList1"/>
            </w:pPr>
            <w:r w:rsidRPr="00BD7DD1">
              <w:t xml:space="preserve">researched and evaluated sources of support, including government and private, </w:t>
            </w:r>
            <w:proofErr w:type="gramStart"/>
            <w:r w:rsidRPr="00BD7DD1">
              <w:t>financial</w:t>
            </w:r>
            <w:proofErr w:type="gramEnd"/>
            <w:r w:rsidRPr="00BD7DD1">
              <w:t xml:space="preserve"> and other support</w:t>
            </w:r>
          </w:p>
          <w:p w14:paraId="38A2162F" w14:textId="078EC7C2" w:rsidR="00BD7DD1" w:rsidRPr="00BD7DD1" w:rsidRDefault="00BD7DD1" w:rsidP="00BD7DD1">
            <w:pPr>
              <w:pStyle w:val="SIBulletList1"/>
            </w:pPr>
            <w:r w:rsidRPr="00BD7DD1">
              <w:t xml:space="preserve">reviewed existing procedures and controls or developed new ones to facilitate systems operations in accordance with </w:t>
            </w:r>
            <w:r w:rsidR="00A61FF1">
              <w:t>workplace</w:t>
            </w:r>
            <w:r w:rsidRPr="00BD7DD1">
              <w:t xml:space="preserve"> and regulatory requirements, including integration with </w:t>
            </w:r>
            <w:r w:rsidR="00A61FF1">
              <w:t>workplace</w:t>
            </w:r>
            <w:r w:rsidRPr="00BD7DD1">
              <w:t xml:space="preserve"> quality and food safety systems</w:t>
            </w:r>
          </w:p>
          <w:p w14:paraId="3D39E649" w14:textId="77777777" w:rsidR="00BD7DD1" w:rsidRPr="00BD7DD1" w:rsidRDefault="00BD7DD1" w:rsidP="00BD7DD1">
            <w:pPr>
              <w:pStyle w:val="SIBulletList1"/>
            </w:pPr>
            <w:r w:rsidRPr="00BD7DD1">
              <w:t xml:space="preserve">sought external advice where appropriate (including from technology and equipment manufacturers, architects, </w:t>
            </w:r>
            <w:proofErr w:type="gramStart"/>
            <w:r w:rsidRPr="00BD7DD1">
              <w:t>engineers</w:t>
            </w:r>
            <w:proofErr w:type="gramEnd"/>
            <w:r w:rsidRPr="00BD7DD1">
              <w:t xml:space="preserve"> and tradespeople)</w:t>
            </w:r>
          </w:p>
          <w:p w14:paraId="714456DB" w14:textId="0B91FF93" w:rsidR="00BD7DD1" w:rsidRPr="00BD7DD1" w:rsidRDefault="00BD7DD1" w:rsidP="00BD7DD1">
            <w:pPr>
              <w:pStyle w:val="SIBulletList1"/>
            </w:pPr>
            <w:r w:rsidRPr="00BD7DD1">
              <w:t xml:space="preserve">used a range of quality and evaluative tools to analyse the capability of </w:t>
            </w:r>
            <w:r w:rsidR="00A61FF1">
              <w:t>workplace</w:t>
            </w:r>
            <w:r w:rsidRPr="00BD7DD1">
              <w:t xml:space="preserve"> systems to meet future projections</w:t>
            </w:r>
          </w:p>
          <w:p w14:paraId="49081BB4" w14:textId="268606FA" w:rsidR="00556C4C" w:rsidRPr="005404CB" w:rsidRDefault="00BD7DD1" w:rsidP="00BD7DD1">
            <w:pPr>
              <w:pStyle w:val="SIBulletList1"/>
            </w:pPr>
            <w:r w:rsidRPr="00BD7DD1">
              <w:t xml:space="preserve">used available communication and information technology to complete forecasts, </w:t>
            </w:r>
            <w:proofErr w:type="gramStart"/>
            <w:r w:rsidRPr="00BD7DD1">
              <w:t>analyses</w:t>
            </w:r>
            <w:proofErr w:type="gramEnd"/>
            <w:r w:rsidRPr="00BD7DD1">
              <w:t xml:space="preserve"> and modelling, where required.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C654767" w14:textId="77777777" w:rsidR="0086610B" w:rsidRPr="0086610B" w:rsidRDefault="0086610B" w:rsidP="0086610B">
            <w:pPr>
              <w:pStyle w:val="SIText"/>
            </w:pPr>
            <w:r w:rsidRPr="0086610B">
              <w:t>An individual must be able to demonstrate the knowledge required to perform the tasks outlined in the elements and performance criteria of this unit. This includes knowledge of:</w:t>
            </w:r>
          </w:p>
          <w:p w14:paraId="74710352" w14:textId="3C4409D2" w:rsidR="0086610B" w:rsidRPr="0086610B" w:rsidRDefault="00A61FF1" w:rsidP="0086610B">
            <w:pPr>
              <w:pStyle w:val="SIBulletList1"/>
            </w:pPr>
            <w:r>
              <w:t>workplace</w:t>
            </w:r>
            <w:r w:rsidR="0086610B" w:rsidRPr="0086610B">
              <w:t xml:space="preserve"> goals and directions and their implications for </w:t>
            </w:r>
            <w:r>
              <w:t>workplace</w:t>
            </w:r>
            <w:r w:rsidR="0086610B" w:rsidRPr="0086610B">
              <w:t xml:space="preserve"> operations</w:t>
            </w:r>
          </w:p>
          <w:p w14:paraId="2E9956E1" w14:textId="77777777" w:rsidR="0086610B" w:rsidRPr="0086610B" w:rsidRDefault="0086610B" w:rsidP="0086610B">
            <w:pPr>
              <w:pStyle w:val="SIBulletList1"/>
            </w:pPr>
            <w:r w:rsidRPr="0086610B">
              <w:t xml:space="preserve">budgeting strategies, including calculating the costs of maintaining the current system and the operational and set-up costs for new, </w:t>
            </w:r>
            <w:proofErr w:type="gramStart"/>
            <w:r w:rsidRPr="0086610B">
              <w:t>reconfigured</w:t>
            </w:r>
            <w:proofErr w:type="gramEnd"/>
            <w:r w:rsidRPr="0086610B">
              <w:t xml:space="preserve"> or redesigned systems, including initial costs, ongoing costs and payback periods</w:t>
            </w:r>
          </w:p>
          <w:p w14:paraId="66608BB7" w14:textId="2D6D6115" w:rsidR="00F1480E" w:rsidRPr="005404CB" w:rsidRDefault="0086610B" w:rsidP="0086610B">
            <w:pPr>
              <w:pStyle w:val="SIBulletList1"/>
            </w:pPr>
            <w:r w:rsidRPr="0086610B">
              <w:t>report formats and styles, and their appropriateness for various audiences.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076B107D" w14:textId="77777777" w:rsidR="00D80677" w:rsidRPr="00D80677" w:rsidRDefault="00D80677" w:rsidP="00D80677">
            <w:pPr>
              <w:pStyle w:val="SIText"/>
            </w:pPr>
            <w:r w:rsidRPr="00D80677">
              <w:t>Assessment of the skills in this unit of competency must take place under the following conditions:</w:t>
            </w:r>
          </w:p>
          <w:p w14:paraId="31644AA7" w14:textId="77777777" w:rsidR="00D80677" w:rsidRPr="00D80677" w:rsidRDefault="00D80677" w:rsidP="00D80677">
            <w:pPr>
              <w:pStyle w:val="SIBulletList1"/>
            </w:pPr>
            <w:r w:rsidRPr="00D80677">
              <w:t>physical conditions:</w:t>
            </w:r>
          </w:p>
          <w:p w14:paraId="6F90A7D4" w14:textId="77777777" w:rsidR="00D80677" w:rsidRPr="00D80677" w:rsidRDefault="00D80677" w:rsidP="00D80677">
            <w:pPr>
              <w:pStyle w:val="SIBulletList2"/>
            </w:pPr>
            <w:r w:rsidRPr="00D80677">
              <w:t>skills must be demonstrated in a meat industry workplace or an environment that accurately represents workplace conditions</w:t>
            </w:r>
          </w:p>
          <w:p w14:paraId="1B8374F1" w14:textId="77777777" w:rsidR="00D80677" w:rsidRPr="00D80677" w:rsidRDefault="00D80677" w:rsidP="00D80677">
            <w:pPr>
              <w:pStyle w:val="SIBulletList1"/>
            </w:pPr>
            <w:r w:rsidRPr="00D80677">
              <w:t>specifications:</w:t>
            </w:r>
          </w:p>
          <w:p w14:paraId="1D29FE05" w14:textId="77777777" w:rsidR="00D80677" w:rsidRPr="00D80677" w:rsidRDefault="00D80677" w:rsidP="00D80677">
            <w:pPr>
              <w:pStyle w:val="SIBulletList2"/>
            </w:pPr>
            <w:r w:rsidRPr="00D80677">
              <w:t>access to workplace documents such as policies, procedures, processes, forms.</w:t>
            </w:r>
          </w:p>
          <w:p w14:paraId="01EF6387" w14:textId="77777777" w:rsidR="00113DC4" w:rsidRDefault="00113DC4" w:rsidP="00D80677">
            <w:pPr>
              <w:pStyle w:val="SIText"/>
            </w:pPr>
          </w:p>
          <w:p w14:paraId="568E234B" w14:textId="77777777" w:rsidR="00E60E64" w:rsidRDefault="00E60E64" w:rsidP="00E60E64">
            <w:pPr>
              <w:pStyle w:val="SIText"/>
            </w:pPr>
            <w:r>
              <w:t>Assessment for this unit must include at least three forms of evidence.</w:t>
            </w:r>
          </w:p>
          <w:p w14:paraId="4BE62109" w14:textId="77777777" w:rsidR="00E60E64" w:rsidRDefault="00E60E64" w:rsidP="00D80677">
            <w:pPr>
              <w:pStyle w:val="SIText"/>
            </w:pPr>
          </w:p>
          <w:p w14:paraId="72FC2BF3" w14:textId="1730F2FA" w:rsidR="00F1480E" w:rsidRPr="00D80677" w:rsidRDefault="00D80677" w:rsidP="00D80677">
            <w:pPr>
              <w:pStyle w:val="SIText"/>
            </w:pPr>
            <w:r w:rsidRPr="00D8067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49B880B" w:rsidR="00F1480E" w:rsidRPr="005404CB" w:rsidRDefault="00A61FF1" w:rsidP="005404CB">
            <w:pPr>
              <w:pStyle w:val="SIText"/>
            </w:pPr>
            <w:hyperlink r:id="rId12" w:history="1">
              <w:r w:rsidR="00CB5EAA" w:rsidRPr="00CB5EA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ADCE" w14:textId="77777777" w:rsidR="0009446F" w:rsidRDefault="0009446F" w:rsidP="00BF3F0A">
      <w:r>
        <w:separator/>
      </w:r>
    </w:p>
    <w:p w14:paraId="1BF4A6A8" w14:textId="77777777" w:rsidR="0009446F" w:rsidRDefault="0009446F"/>
  </w:endnote>
  <w:endnote w:type="continuationSeparator" w:id="0">
    <w:p w14:paraId="067E7818" w14:textId="77777777" w:rsidR="0009446F" w:rsidRDefault="0009446F" w:rsidP="00BF3F0A">
      <w:r>
        <w:continuationSeparator/>
      </w:r>
    </w:p>
    <w:p w14:paraId="3CD1F4C1" w14:textId="77777777" w:rsidR="0009446F" w:rsidRDefault="00094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25FD" w14:textId="77777777" w:rsidR="0009446F" w:rsidRDefault="0009446F" w:rsidP="00BF3F0A">
      <w:r>
        <w:separator/>
      </w:r>
    </w:p>
    <w:p w14:paraId="7B0930B3" w14:textId="77777777" w:rsidR="0009446F" w:rsidRDefault="0009446F"/>
  </w:footnote>
  <w:footnote w:type="continuationSeparator" w:id="0">
    <w:p w14:paraId="14666188" w14:textId="77777777" w:rsidR="0009446F" w:rsidRDefault="0009446F" w:rsidP="00BF3F0A">
      <w:r>
        <w:continuationSeparator/>
      </w:r>
    </w:p>
    <w:p w14:paraId="36B85867" w14:textId="77777777" w:rsidR="0009446F" w:rsidRDefault="000944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B1EF524" w:rsidR="009C2650" w:rsidRPr="00C149DF" w:rsidRDefault="00A61FF1" w:rsidP="00C149DF">
    <w:sdt>
      <w:sdtPr>
        <w:rPr>
          <w:lang w:eastAsia="en-US"/>
        </w:rPr>
        <w:id w:val="-213648115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ECB92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49DF" w:rsidRPr="00C149DF">
      <w:rPr>
        <w:lang w:eastAsia="en-US"/>
      </w:rPr>
      <w:t>AMPMGT6</w:t>
    </w:r>
    <w:r>
      <w:t>X1</w:t>
    </w:r>
    <w:r w:rsidR="00C149DF" w:rsidRPr="00C149DF">
      <w:rPr>
        <w:lang w:eastAsia="en-US"/>
      </w:rPr>
      <w:t xml:space="preserve">0 Analyse and develop </w:t>
    </w:r>
    <w:r>
      <w:t>workplace</w:t>
    </w:r>
    <w:r w:rsidRPr="00C149DF">
      <w:rPr>
        <w:lang w:eastAsia="en-US"/>
      </w:rPr>
      <w:t xml:space="preserve"> </w:t>
    </w:r>
    <w:r w:rsidR="00C149DF" w:rsidRPr="00C149DF">
      <w:rPr>
        <w:lang w:eastAsia="en-US"/>
      </w:rPr>
      <w:t>systems for new opportunities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734CB3"/>
    <w:multiLevelType w:val="multilevel"/>
    <w:tmpl w:val="51FA7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E07A0B"/>
    <w:multiLevelType w:val="multilevel"/>
    <w:tmpl w:val="74986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931ED7"/>
    <w:multiLevelType w:val="multilevel"/>
    <w:tmpl w:val="BFDE2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96344F9"/>
    <w:multiLevelType w:val="multilevel"/>
    <w:tmpl w:val="AEE2B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EF4859"/>
    <w:multiLevelType w:val="multilevel"/>
    <w:tmpl w:val="78BC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90103"/>
    <w:multiLevelType w:val="multilevel"/>
    <w:tmpl w:val="1C86C8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B52762"/>
    <w:multiLevelType w:val="multilevel"/>
    <w:tmpl w:val="20BAE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3519023">
    <w:abstractNumId w:val="11"/>
  </w:num>
  <w:num w:numId="2" w16cid:durableId="1483426518">
    <w:abstractNumId w:val="7"/>
  </w:num>
  <w:num w:numId="3" w16cid:durableId="1544440758">
    <w:abstractNumId w:val="4"/>
  </w:num>
  <w:num w:numId="4" w16cid:durableId="896863695">
    <w:abstractNumId w:val="19"/>
  </w:num>
  <w:num w:numId="5" w16cid:durableId="583492209">
    <w:abstractNumId w:val="2"/>
  </w:num>
  <w:num w:numId="6" w16cid:durableId="267272338">
    <w:abstractNumId w:val="9"/>
  </w:num>
  <w:num w:numId="7" w16cid:durableId="1680421745">
    <w:abstractNumId w:val="3"/>
  </w:num>
  <w:num w:numId="8" w16cid:durableId="1681082894">
    <w:abstractNumId w:val="0"/>
  </w:num>
  <w:num w:numId="9" w16cid:durableId="214127498">
    <w:abstractNumId w:val="18"/>
  </w:num>
  <w:num w:numId="10" w16cid:durableId="463037417">
    <w:abstractNumId w:val="14"/>
  </w:num>
  <w:num w:numId="11" w16cid:durableId="1049499762">
    <w:abstractNumId w:val="17"/>
  </w:num>
  <w:num w:numId="12" w16cid:durableId="565838636">
    <w:abstractNumId w:val="16"/>
  </w:num>
  <w:num w:numId="13" w16cid:durableId="843861676">
    <w:abstractNumId w:val="20"/>
  </w:num>
  <w:num w:numId="14" w16cid:durableId="494035562">
    <w:abstractNumId w:val="5"/>
  </w:num>
  <w:num w:numId="15" w16cid:durableId="860821015">
    <w:abstractNumId w:val="6"/>
  </w:num>
  <w:num w:numId="16" w16cid:durableId="23677910">
    <w:abstractNumId w:val="21"/>
  </w:num>
  <w:num w:numId="17" w16cid:durableId="2071729501">
    <w:abstractNumId w:val="13"/>
  </w:num>
  <w:num w:numId="18" w16cid:durableId="43141196">
    <w:abstractNumId w:val="1"/>
  </w:num>
  <w:num w:numId="19" w16cid:durableId="2040810096">
    <w:abstractNumId w:val="22"/>
  </w:num>
  <w:num w:numId="20" w16cid:durableId="288436977">
    <w:abstractNumId w:val="10"/>
  </w:num>
  <w:num w:numId="21" w16cid:durableId="784736386">
    <w:abstractNumId w:val="15"/>
  </w:num>
  <w:num w:numId="22" w16cid:durableId="283729260">
    <w:abstractNumId w:val="12"/>
  </w:num>
  <w:num w:numId="23" w16cid:durableId="1865747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46F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DC4"/>
    <w:rsid w:val="0012734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CAA"/>
    <w:rsid w:val="0021210E"/>
    <w:rsid w:val="00212F1F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B02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0279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31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7F5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540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10B"/>
    <w:rsid w:val="00875E8A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3A5"/>
    <w:rsid w:val="00A3639E"/>
    <w:rsid w:val="00A5092E"/>
    <w:rsid w:val="00A554D6"/>
    <w:rsid w:val="00A56E14"/>
    <w:rsid w:val="00A61FF1"/>
    <w:rsid w:val="00A6476B"/>
    <w:rsid w:val="00A76C6C"/>
    <w:rsid w:val="00A773F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DD1"/>
    <w:rsid w:val="00BE5889"/>
    <w:rsid w:val="00BF1D4C"/>
    <w:rsid w:val="00BF3F0A"/>
    <w:rsid w:val="00C04238"/>
    <w:rsid w:val="00C143C3"/>
    <w:rsid w:val="00C149DF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EA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C2E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067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0E6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5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11542-FDD3-42C0-B6C9-5A58AF8FA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49</cp:revision>
  <cp:lastPrinted>2016-05-27T05:21:00Z</cp:lastPrinted>
  <dcterms:created xsi:type="dcterms:W3CDTF">2021-08-09T02:15:00Z</dcterms:created>
  <dcterms:modified xsi:type="dcterms:W3CDTF">2022-04-27T06:00:00Z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